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040EDF" w:rsidR="003F3B5A" w:rsidP="00462A12" w:rsidRDefault="003F3B5A" w14:paraId="2EF87FEA" w14:textId="77777777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:rsidRPr="00292576" w:rsidR="00292576" w:rsidP="301987C5" w:rsidRDefault="009D24B6" w14:paraId="2EF87FEB" w14:textId="60C2ADB1">
      <w:pPr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301987C5" w:rsidR="009D24B6">
        <w:rPr>
          <w:rFonts w:ascii="Garamond" w:hAnsi="Garamond"/>
          <w:i w:val="1"/>
          <w:iCs w:val="1"/>
          <w:sz w:val="24"/>
          <w:szCs w:val="24"/>
        </w:rPr>
        <w:t xml:space="preserve">Standardrapport </w:t>
      </w:r>
      <w:r w:rsidRPr="301987C5" w:rsidR="00292576">
        <w:rPr>
          <w:rFonts w:ascii="Garamond" w:hAnsi="Garamond"/>
          <w:i w:val="1"/>
          <w:iCs w:val="1"/>
          <w:sz w:val="24"/>
          <w:szCs w:val="24"/>
        </w:rPr>
        <w:t>- Bilag</w:t>
      </w:r>
    </w:p>
    <w:p w:rsidRPr="00292576" w:rsidR="00292576" w:rsidP="009D24B6" w:rsidRDefault="00292576" w14:paraId="2EF87FEC" w14:textId="77777777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292576">
        <w:rPr>
          <w:rFonts w:ascii="Garamond" w:hAnsi="Garamond"/>
          <w:b/>
          <w:sz w:val="24"/>
          <w:szCs w:val="24"/>
        </w:rPr>
        <w:t>Ledelsessystem for informationssikkerhed</w:t>
      </w:r>
    </w:p>
    <w:p w:rsidRPr="00292576" w:rsidR="00292576" w:rsidP="009D24B6" w:rsidRDefault="00292576" w14:paraId="2EF87FED" w14:textId="29EF83F3">
      <w:pPr>
        <w:tabs>
          <w:tab w:val="right" w:pos="9638"/>
        </w:tabs>
        <w:jc w:val="right"/>
        <w:rPr>
          <w:rFonts w:ascii="Garamond" w:hAnsi="Garamond"/>
          <w:b/>
          <w:sz w:val="20"/>
          <w:szCs w:val="20"/>
        </w:rPr>
      </w:pPr>
      <w:r w:rsidRPr="00292576">
        <w:rPr>
          <w:rFonts w:ascii="Garamond" w:hAnsi="Garamond"/>
          <w:b/>
          <w:sz w:val="20"/>
          <w:szCs w:val="20"/>
        </w:rPr>
        <w:t>SCP.03.00.DK</w:t>
      </w:r>
      <w:bookmarkStart w:name="_GoBack" w:id="0"/>
      <w:bookmarkEnd w:id="0"/>
    </w:p>
    <w:p w:rsidRPr="00292576" w:rsidR="00040EDF" w:rsidP="00462A12" w:rsidRDefault="00040EDF" w14:paraId="2EF87FEE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E3817" w:rsidP="00462A12" w:rsidRDefault="003E3817" w14:paraId="2EF87FEF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3F3B5A" w14:paraId="2EF87FF0" w14:textId="77777777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 w:rsidRPr="003F3B5A">
        <w:rPr>
          <w:rFonts w:ascii="Garamond" w:hAnsi="Garamond"/>
          <w:sz w:val="24"/>
          <w:szCs w:val="24"/>
        </w:rPr>
        <w:t xml:space="preserve">Bilag til </w:t>
      </w:r>
      <w:r w:rsidR="00462A12">
        <w:rPr>
          <w:rFonts w:ascii="Garamond" w:hAnsi="Garamond"/>
          <w:sz w:val="24"/>
          <w:szCs w:val="24"/>
        </w:rPr>
        <w:t>s</w:t>
      </w:r>
      <w:r w:rsidRPr="003F3B5A">
        <w:rPr>
          <w:rFonts w:ascii="Garamond" w:hAnsi="Garamond"/>
          <w:sz w:val="24"/>
          <w:szCs w:val="24"/>
        </w:rPr>
        <w:t xml:space="preserve">tandardrapport til </w:t>
      </w:r>
      <w:r w:rsidR="00A356D2">
        <w:rPr>
          <w:rFonts w:ascii="Garamond" w:hAnsi="Garamond"/>
          <w:sz w:val="24"/>
          <w:szCs w:val="24"/>
        </w:rPr>
        <w:t>ledelsessystem for informa</w:t>
      </w:r>
      <w:r w:rsidRPr="00A356D2" w:rsidR="00A356D2">
        <w:rPr>
          <w:rFonts w:ascii="Garamond" w:hAnsi="Garamond"/>
          <w:sz w:val="24"/>
          <w:szCs w:val="24"/>
        </w:rPr>
        <w:t>tionssikkerhed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Pr="003F3B5A" w:rsidR="003F3B5A" w:rsidTr="004C1189" w14:paraId="2EF87FF4" w14:textId="77777777">
        <w:tc>
          <w:tcPr>
            <w:tcW w:w="1134" w:type="dxa"/>
          </w:tcPr>
          <w:p w:rsidRPr="003F3B5A" w:rsidR="003F3B5A" w:rsidP="003F3B5A" w:rsidRDefault="003F3B5A" w14:paraId="2EF87FF1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:rsidRPr="003F3B5A" w:rsidR="003F3B5A" w:rsidP="003F3B5A" w:rsidRDefault="003F3B5A" w14:paraId="2EF87FF2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:rsidRPr="003F3B5A" w:rsidR="003F3B5A" w:rsidP="003F3B5A" w:rsidRDefault="003F3B5A" w14:paraId="2EF87FF3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3F3B5A" w:rsidR="003F3B5A" w:rsidTr="004C1189" w14:paraId="2EF87FF9" w14:textId="77777777">
        <w:tc>
          <w:tcPr>
            <w:tcW w:w="1134" w:type="dxa"/>
          </w:tcPr>
          <w:p w:rsidRPr="003F3B5A" w:rsidR="003F3B5A" w:rsidP="003F3B5A" w:rsidRDefault="003F3B5A" w14:paraId="2EF87FF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7FF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7FF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7FF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7FFE" w14:textId="77777777">
        <w:tc>
          <w:tcPr>
            <w:tcW w:w="1134" w:type="dxa"/>
          </w:tcPr>
          <w:p w:rsidRPr="003F3B5A" w:rsidR="003F3B5A" w:rsidP="003F3B5A" w:rsidRDefault="003F3B5A" w14:paraId="2EF87FF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7FF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7FF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7FF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03" w14:textId="77777777">
        <w:tc>
          <w:tcPr>
            <w:tcW w:w="1134" w:type="dxa"/>
          </w:tcPr>
          <w:p w:rsidRPr="003F3B5A" w:rsidR="003F3B5A" w:rsidP="003F3B5A" w:rsidRDefault="003F3B5A" w14:paraId="2EF87FF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0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0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0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08" w14:textId="77777777">
        <w:tc>
          <w:tcPr>
            <w:tcW w:w="1134" w:type="dxa"/>
          </w:tcPr>
          <w:p w:rsidRPr="003F3B5A" w:rsidR="003F3B5A" w:rsidP="003F3B5A" w:rsidRDefault="003F3B5A" w14:paraId="2EF8800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0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0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0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0D" w14:textId="77777777">
        <w:tc>
          <w:tcPr>
            <w:tcW w:w="1134" w:type="dxa"/>
          </w:tcPr>
          <w:p w:rsidRPr="003F3B5A" w:rsidR="003F3B5A" w:rsidP="003F3B5A" w:rsidRDefault="003F3B5A" w14:paraId="2EF8800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0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0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0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12" w14:textId="77777777">
        <w:tc>
          <w:tcPr>
            <w:tcW w:w="1134" w:type="dxa"/>
          </w:tcPr>
          <w:p w:rsidRPr="003F3B5A" w:rsidR="003F3B5A" w:rsidP="003F3B5A" w:rsidRDefault="003F3B5A" w14:paraId="2EF8800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0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1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1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17" w14:textId="77777777">
        <w:tc>
          <w:tcPr>
            <w:tcW w:w="1134" w:type="dxa"/>
          </w:tcPr>
          <w:p w:rsidRPr="003F3B5A" w:rsidR="003F3B5A" w:rsidP="003F3B5A" w:rsidRDefault="003F3B5A" w14:paraId="2EF8801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1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1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1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1C" w14:textId="77777777">
        <w:tc>
          <w:tcPr>
            <w:tcW w:w="1134" w:type="dxa"/>
          </w:tcPr>
          <w:p w:rsidRPr="003F3B5A" w:rsidR="003F3B5A" w:rsidP="003F3B5A" w:rsidRDefault="003F3B5A" w14:paraId="2EF8801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1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1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1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22" w14:textId="77777777">
        <w:tc>
          <w:tcPr>
            <w:tcW w:w="1134" w:type="dxa"/>
          </w:tcPr>
          <w:p w:rsidRPr="003F3B5A" w:rsidR="003F3B5A" w:rsidP="003F3B5A" w:rsidRDefault="003F3B5A" w14:paraId="2EF8801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1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1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2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2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27" w14:textId="77777777">
        <w:tc>
          <w:tcPr>
            <w:tcW w:w="1134" w:type="dxa"/>
          </w:tcPr>
          <w:p w:rsidRPr="003F3B5A" w:rsidR="003F3B5A" w:rsidP="003F3B5A" w:rsidRDefault="003F3B5A" w14:paraId="2EF8802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2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2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2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2C" w14:textId="77777777">
        <w:tc>
          <w:tcPr>
            <w:tcW w:w="1134" w:type="dxa"/>
          </w:tcPr>
          <w:p w:rsidRPr="003F3B5A" w:rsidR="003F3B5A" w:rsidP="003F3B5A" w:rsidRDefault="003F3B5A" w14:paraId="2EF8802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2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2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2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31" w14:textId="77777777">
        <w:tc>
          <w:tcPr>
            <w:tcW w:w="1134" w:type="dxa"/>
          </w:tcPr>
          <w:p w:rsidRPr="003F3B5A" w:rsidR="003F3B5A" w:rsidP="003F3B5A" w:rsidRDefault="003F3B5A" w14:paraId="2EF8802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2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2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3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36" w14:textId="77777777">
        <w:tc>
          <w:tcPr>
            <w:tcW w:w="1134" w:type="dxa"/>
          </w:tcPr>
          <w:p w:rsidRPr="003F3B5A" w:rsidR="003F3B5A" w:rsidP="003F3B5A" w:rsidRDefault="003F3B5A" w14:paraId="2EF8803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3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3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3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3B" w14:textId="77777777">
        <w:tc>
          <w:tcPr>
            <w:tcW w:w="1134" w:type="dxa"/>
          </w:tcPr>
          <w:p w:rsidRPr="003F3B5A" w:rsidR="003F3B5A" w:rsidP="003F3B5A" w:rsidRDefault="003F3B5A" w14:paraId="2EF8803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3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3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3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40" w14:textId="77777777">
        <w:tc>
          <w:tcPr>
            <w:tcW w:w="1134" w:type="dxa"/>
          </w:tcPr>
          <w:p w:rsidRPr="003F3B5A" w:rsidR="003F3B5A" w:rsidP="003F3B5A" w:rsidRDefault="003F3B5A" w14:paraId="2EF8803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3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3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3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EF88045" w14:textId="77777777">
        <w:tc>
          <w:tcPr>
            <w:tcW w:w="1134" w:type="dxa"/>
          </w:tcPr>
          <w:p w:rsidRPr="003F3B5A" w:rsidR="003F3B5A" w:rsidP="003F3B5A" w:rsidRDefault="003F3B5A" w14:paraId="2EF8804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EF8804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EF8804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EF8804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040EDF" w:rsidR="006B30A9" w:rsidP="007D1B65" w:rsidRDefault="006B30A9" w14:paraId="2EF88046" w14:textId="77777777">
      <w:pPr>
        <w:spacing w:after="0" w:line="280" w:lineRule="atLeast"/>
        <w:rPr>
          <w:rFonts w:ascii="Garamond" w:hAnsi="Garamond"/>
        </w:rPr>
      </w:pPr>
    </w:p>
    <w:sectPr w:rsidRPr="00040EDF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98" w:rsidP="009E4B94" w:rsidRDefault="006D5798" w14:paraId="2EF88049" w14:textId="77777777">
      <w:pPr>
        <w:spacing w:line="240" w:lineRule="auto"/>
      </w:pPr>
      <w:r>
        <w:separator/>
      </w:r>
    </w:p>
  </w:endnote>
  <w:endnote w:type="continuationSeparator" w:id="0">
    <w:p w:rsidR="006D5798" w:rsidP="009E4B94" w:rsidRDefault="006D5798" w14:paraId="2EF8804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2EF8804B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EF8804E" wp14:editId="2EF8804F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2EF88056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2EF88050" wp14:editId="2EF88051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2EF8804D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2EF88054" wp14:editId="2EF88055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98" w:rsidP="009E4B94" w:rsidRDefault="006D5798" w14:paraId="2EF88047" w14:textId="77777777">
      <w:pPr>
        <w:spacing w:line="240" w:lineRule="auto"/>
      </w:pPr>
      <w:r>
        <w:separator/>
      </w:r>
    </w:p>
  </w:footnote>
  <w:footnote w:type="continuationSeparator" w:id="0">
    <w:p w:rsidR="006D5798" w:rsidP="009E4B94" w:rsidRDefault="006D5798" w14:paraId="2EF88048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2EF8804C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2EF88052" wp14:editId="2EF88053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2A12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D5798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758FD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D24B6"/>
    <w:rsid w:val="009E4B94"/>
    <w:rsid w:val="009F18F2"/>
    <w:rsid w:val="00A16DDE"/>
    <w:rsid w:val="00A239DF"/>
    <w:rsid w:val="00A262CF"/>
    <w:rsid w:val="00A356D2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05AF"/>
    <w:rsid w:val="00D3786F"/>
    <w:rsid w:val="00D66542"/>
    <w:rsid w:val="00D66E2C"/>
    <w:rsid w:val="00D82AAF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30198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F87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959556-136B-447C-96E7-07FD8BF4F0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2024B-A111-4BBC-883F-9D4010F75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D96936-E240-481D-B725-DE6950263FDA}"/>
</file>

<file path=customXml/itemProps4.xml><?xml version="1.0" encoding="utf-8"?>
<ds:datastoreItem xmlns:ds="http://schemas.openxmlformats.org/officeDocument/2006/customXml" ds:itemID="{1B75F6B4-4DCE-46F3-B931-499124517540}">
  <ds:schemaRefs>
    <ds:schemaRef ds:uri="0ec4ba45-9d27-40ef-892e-bb0fb3b5584a"/>
    <ds:schemaRef ds:uri="b63ed618-bf3e-4954-a830-28dd24904e9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2e91a90-2021-4a92-9a86-3e9429d92af4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2015-02-03T11:46:00.0000000Z</dcterms:created>
  <dcterms:modified xsi:type="dcterms:W3CDTF">2022-05-06T10:31:23.6750277Z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f9c5ccd0-dec9-41d1-ae26-2e226e9ca356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75400</vt:r8>
  </property>
  <property fmtid="{D5CDD505-2E9C-101B-9397-08002B2CF9AE}" pid="11" name="c4580793a064430d83bbd30c718157a9">
    <vt:lpwstr/>
  </property>
</Properties>
</file>